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2C3F380" w:rsidR="00535E9B" w:rsidRPr="00535E9B" w:rsidRDefault="00A4775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7D848F1" w14:textId="77777777" w:rsidR="00A4775E" w:rsidRPr="00A4775E" w:rsidRDefault="00A4775E" w:rsidP="00A4775E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A4775E">
              <w:rPr>
                <w:rFonts w:cstheme="minorHAnsi"/>
                <w:b/>
              </w:rPr>
              <w:t>PGE Dystrybucja S.A. Oddział Łódź</w:t>
            </w:r>
          </w:p>
          <w:p w14:paraId="2651FB8D" w14:textId="0F72FFEC" w:rsidR="00381365" w:rsidRPr="003C16EE" w:rsidRDefault="00A4775E" w:rsidP="00A4775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A4775E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D115F2D" w:rsidR="00381365" w:rsidRPr="00776406" w:rsidRDefault="00381365" w:rsidP="00695DE6">
      <w:pPr>
        <w:spacing w:after="120"/>
        <w:jc w:val="both"/>
        <w:rPr>
          <w:rFonts w:cstheme="minorHAnsi"/>
          <w:b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695DE6" w:rsidRPr="00695DE6">
        <w:rPr>
          <w:rFonts w:cstheme="minorHAnsi"/>
          <w:b/>
          <w:lang w:eastAsia="pl-PL"/>
        </w:rPr>
        <w:t>POST/DYS/OLD/GZ/04587/2025</w:t>
      </w:r>
      <w:r w:rsidR="00695DE6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695DE6" w:rsidRPr="00695DE6">
        <w:rPr>
          <w:rFonts w:cstheme="minorHAnsi"/>
          <w:b/>
        </w:rPr>
        <w:t>Wykonanie dokumentacji i robót budowlanych w branży elektroenergetycznej na terenie działania OŁD w RE Bełchatów w podziale na 5 części</w:t>
      </w:r>
      <w:r w:rsidRPr="00231EFA">
        <w:rPr>
          <w:rFonts w:cstheme="minorHAnsi"/>
          <w:b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F69E8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84C4E96" w14:textId="77777777" w:rsidR="00C80C3A" w:rsidRPr="00C80C3A" w:rsidRDefault="00C80C3A" w:rsidP="00C80C3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721C069D" w14:textId="77777777" w:rsidR="00695DE6" w:rsidRPr="00695DE6" w:rsidRDefault="00695DE6" w:rsidP="00695DE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836A92D" w:rsidR="00347E8D" w:rsidRPr="006B2C28" w:rsidRDefault="00695DE6" w:rsidP="00695DE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95DE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64408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164408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8188999">
    <w:abstractNumId w:val="16"/>
  </w:num>
  <w:num w:numId="2" w16cid:durableId="25761154">
    <w:abstractNumId w:val="7"/>
  </w:num>
  <w:num w:numId="3" w16cid:durableId="2067099093">
    <w:abstractNumId w:val="11"/>
  </w:num>
  <w:num w:numId="4" w16cid:durableId="2124108704">
    <w:abstractNumId w:val="17"/>
  </w:num>
  <w:num w:numId="5" w16cid:durableId="2013484708">
    <w:abstractNumId w:val="16"/>
  </w:num>
  <w:num w:numId="6" w16cid:durableId="2118400943">
    <w:abstractNumId w:val="16"/>
  </w:num>
  <w:num w:numId="7" w16cid:durableId="1219127673">
    <w:abstractNumId w:val="3"/>
  </w:num>
  <w:num w:numId="8" w16cid:durableId="786965789">
    <w:abstractNumId w:val="23"/>
  </w:num>
  <w:num w:numId="9" w16cid:durableId="1111318558">
    <w:abstractNumId w:val="15"/>
  </w:num>
  <w:num w:numId="10" w16cid:durableId="313418077">
    <w:abstractNumId w:val="4"/>
  </w:num>
  <w:num w:numId="11" w16cid:durableId="640229807">
    <w:abstractNumId w:val="12"/>
  </w:num>
  <w:num w:numId="12" w16cid:durableId="72631627">
    <w:abstractNumId w:val="10"/>
  </w:num>
  <w:num w:numId="13" w16cid:durableId="2021203528">
    <w:abstractNumId w:val="22"/>
  </w:num>
  <w:num w:numId="14" w16cid:durableId="479420158">
    <w:abstractNumId w:val="19"/>
  </w:num>
  <w:num w:numId="15" w16cid:durableId="737289940">
    <w:abstractNumId w:val="14"/>
  </w:num>
  <w:num w:numId="16" w16cid:durableId="1886718457">
    <w:abstractNumId w:val="8"/>
  </w:num>
  <w:num w:numId="17" w16cid:durableId="1987930359">
    <w:abstractNumId w:val="5"/>
  </w:num>
  <w:num w:numId="18" w16cid:durableId="685251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23371">
    <w:abstractNumId w:val="0"/>
  </w:num>
  <w:num w:numId="20" w16cid:durableId="1613709137">
    <w:abstractNumId w:val="24"/>
  </w:num>
  <w:num w:numId="21" w16cid:durableId="178666394">
    <w:abstractNumId w:val="1"/>
  </w:num>
  <w:num w:numId="22" w16cid:durableId="2049378587">
    <w:abstractNumId w:val="13"/>
  </w:num>
  <w:num w:numId="23" w16cid:durableId="704670271">
    <w:abstractNumId w:val="9"/>
  </w:num>
  <w:num w:numId="24" w16cid:durableId="1715428312">
    <w:abstractNumId w:val="18"/>
  </w:num>
  <w:num w:numId="25" w16cid:durableId="281739638">
    <w:abstractNumId w:val="21"/>
  </w:num>
  <w:num w:numId="26" w16cid:durableId="689793984">
    <w:abstractNumId w:val="2"/>
  </w:num>
  <w:num w:numId="27" w16cid:durableId="18932296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A53"/>
    <w:rsid w:val="000B0DBD"/>
    <w:rsid w:val="000C47A9"/>
    <w:rsid w:val="000C679C"/>
    <w:rsid w:val="000D3408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1EFA"/>
    <w:rsid w:val="0024291C"/>
    <w:rsid w:val="00244050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444D"/>
    <w:rsid w:val="00434D66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7828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5DE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6406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75E"/>
    <w:rsid w:val="00A57E04"/>
    <w:rsid w:val="00A6049B"/>
    <w:rsid w:val="00A62B4C"/>
    <w:rsid w:val="00A6599C"/>
    <w:rsid w:val="00A730B9"/>
    <w:rsid w:val="00A7626A"/>
    <w:rsid w:val="00A7706E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C3A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702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4BA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POST/DYS/OLD/GZ/04587/2025                        </dmsv2SWPP2ObjectNumber>
    <dmsv2SWPP2SumMD5 xmlns="http://schemas.microsoft.com/sharepoint/v3">a79298f06de5e95bb61b510a24dcefdc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24028100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JEUP5JKVCYQC-1133723987-26195</_dlc_DocId>
    <_dlc_DocIdUrl xmlns="a19cb1c7-c5c7-46d4-85ae-d83685407bba">
      <Url>https://swpp2.dms.gkpge.pl/sites/41/_layouts/15/DocIdRedir.aspx?ID=JEUP5JKVCYQC-1133723987-26195</Url>
      <Description>JEUP5JKVCYQC-1133723987-26195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4B4E97-0C8C-4135-AA68-3FA30C799B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BE093F-4EC2-4AB4-99BA-D9B4610D7CA2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E923BA-041C-4D45-A322-B5F61BDED1C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9</cp:revision>
  <cp:lastPrinted>2024-07-15T11:21:00Z</cp:lastPrinted>
  <dcterms:created xsi:type="dcterms:W3CDTF">2025-10-01T08:33:00Z</dcterms:created>
  <dcterms:modified xsi:type="dcterms:W3CDTF">2025-12-18T16:11:00Z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90d3c7bf-c4b2-4865-ab11-56e604f51d9d</vt:lpwstr>
  </property>
</Properties>
</file>